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EC034A">
        <w:rPr>
          <w:rFonts w:ascii="Corbel" w:hAnsi="Corbel"/>
          <w:i/>
          <w:smallCaps/>
          <w:sz w:val="24"/>
          <w:szCs w:val="24"/>
        </w:rPr>
        <w:t xml:space="preserve"> 2020</w:t>
      </w:r>
      <w:r w:rsidR="005C7FBF">
        <w:rPr>
          <w:rFonts w:ascii="Corbel" w:hAnsi="Corbel"/>
          <w:i/>
          <w:smallCaps/>
          <w:sz w:val="24"/>
          <w:szCs w:val="24"/>
        </w:rPr>
        <w:t>-202</w:t>
      </w:r>
      <w:r w:rsidR="00EC034A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85747A" w:rsidP="005C7F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C034A">
        <w:rPr>
          <w:rFonts w:ascii="Corbel" w:hAnsi="Corbel"/>
          <w:sz w:val="20"/>
          <w:szCs w:val="20"/>
        </w:rPr>
        <w:t>2022/2023</w:t>
      </w:r>
      <w:r w:rsidR="00C36033">
        <w:rPr>
          <w:rFonts w:ascii="Corbel" w:hAnsi="Corbel"/>
          <w:sz w:val="20"/>
          <w:szCs w:val="20"/>
        </w:rPr>
        <w:t xml:space="preserve">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41093" w:rsidRDefault="007215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41093">
              <w:rPr>
                <w:rFonts w:ascii="Corbel" w:hAnsi="Corbel"/>
                <w:sz w:val="24"/>
                <w:szCs w:val="24"/>
              </w:rPr>
              <w:t>Metody pracy w pedagogice opiekuńczej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106A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106A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7215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72156B"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95496">
              <w:rPr>
                <w:rFonts w:ascii="Corbel" w:hAnsi="Corbel"/>
                <w:b w:val="0"/>
                <w:sz w:val="24"/>
                <w:szCs w:val="24"/>
              </w:rPr>
              <w:t>II rok, 5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F95496">
              <w:rPr>
                <w:rFonts w:ascii="Corbel" w:hAnsi="Corbel"/>
                <w:b w:val="0"/>
                <w:sz w:val="24"/>
                <w:szCs w:val="24"/>
              </w:rPr>
              <w:t xml:space="preserve"> i 6.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Wiesława Walc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954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5, 6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954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560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BA62F5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C7FB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Pr="000C718F">
        <w:rPr>
          <w:rFonts w:ascii="Corbel" w:hAnsi="Corbel"/>
          <w:b w:val="0"/>
          <w:smallCaps w:val="0"/>
          <w:szCs w:val="24"/>
        </w:rPr>
        <w:t>Ćwiczenia: zaliczenie z oceną</w:t>
      </w:r>
    </w:p>
    <w:p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Zaliczenie przedmiotu: praca projektowa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9549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zajęć z przedmiotów: teoretyczne podstawy wychowania, </w:t>
            </w:r>
            <w:r w:rsidR="002E3E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teoretyczne podstawy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pracy opiekuńczo-wychowawczej oraz pedagogika opiekuńcza.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B7A3E" w:rsidRPr="009C54AE" w:rsidTr="00DB7A3E">
        <w:tc>
          <w:tcPr>
            <w:tcW w:w="851" w:type="dxa"/>
            <w:vAlign w:val="center"/>
          </w:tcPr>
          <w:p w:rsidR="00DB7A3E" w:rsidRPr="009C54AE" w:rsidRDefault="00DB7A3E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DB7A3E" w:rsidRPr="00063DD7" w:rsidRDefault="00DB7A3E" w:rsidP="00C71D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3DD7">
              <w:rPr>
                <w:rFonts w:ascii="Corbel" w:hAnsi="Corbel"/>
                <w:sz w:val="24"/>
                <w:szCs w:val="24"/>
              </w:rPr>
              <w:t>Rozszerzenie wiedzy studentów na temat zasad, metod i form działalności opiekuńczo-wychowawczej.</w:t>
            </w:r>
          </w:p>
        </w:tc>
      </w:tr>
      <w:tr w:rsidR="00DB7A3E" w:rsidRPr="009C54AE" w:rsidTr="00DB7A3E">
        <w:tc>
          <w:tcPr>
            <w:tcW w:w="851" w:type="dxa"/>
            <w:vAlign w:val="center"/>
          </w:tcPr>
          <w:p w:rsidR="00DB7A3E" w:rsidRPr="00BE3CC0" w:rsidRDefault="00DB7A3E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B7A3E" w:rsidRPr="00063DD7" w:rsidRDefault="00DB7A3E" w:rsidP="00C71D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3DD7">
              <w:rPr>
                <w:rFonts w:ascii="Corbel" w:hAnsi="Corbel"/>
                <w:sz w:val="24"/>
                <w:szCs w:val="24"/>
              </w:rPr>
              <w:t>Zapoznanie studentów z istotą postępowania metodycznego wobec wychowanków przebywających w instytucjonalnej i rodzinnej pieczy zastępczej oraz innych placówkach opiekuńczych.</w:t>
            </w:r>
          </w:p>
        </w:tc>
      </w:tr>
      <w:tr w:rsidR="00DB7A3E" w:rsidRPr="009C54AE" w:rsidTr="00DB7A3E">
        <w:tc>
          <w:tcPr>
            <w:tcW w:w="851" w:type="dxa"/>
            <w:vAlign w:val="center"/>
          </w:tcPr>
          <w:p w:rsidR="00DB7A3E" w:rsidRPr="00BE3CC0" w:rsidRDefault="00DB7A3E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:rsidR="00DB7A3E" w:rsidRPr="00063DD7" w:rsidRDefault="00DB7A3E" w:rsidP="00C71D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3DD7">
              <w:rPr>
                <w:rFonts w:ascii="Corbel" w:hAnsi="Corbel"/>
                <w:sz w:val="24"/>
                <w:szCs w:val="24"/>
              </w:rPr>
              <w:t xml:space="preserve">Kształtowanie umiejętności planowania i przeprowadzania zajęć wychowawczych dla dzieci i młodzieży. </w:t>
            </w:r>
          </w:p>
        </w:tc>
      </w:tr>
      <w:tr w:rsidR="00DB7A3E" w:rsidRPr="009C54AE" w:rsidTr="00DB7A3E">
        <w:tc>
          <w:tcPr>
            <w:tcW w:w="851" w:type="dxa"/>
            <w:vAlign w:val="center"/>
          </w:tcPr>
          <w:p w:rsidR="00DB7A3E" w:rsidRPr="00BE3CC0" w:rsidRDefault="00DB7A3E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DB7A3E" w:rsidRPr="00063DD7" w:rsidRDefault="00DB7A3E" w:rsidP="00DB7A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63DD7">
              <w:rPr>
                <w:rFonts w:ascii="Corbel" w:hAnsi="Corbel"/>
                <w:b w:val="0"/>
                <w:sz w:val="24"/>
                <w:szCs w:val="24"/>
              </w:rPr>
              <w:t>Kształtowanie kompetencji studentów przydatnych w pracy opiekuńczo-</w:t>
            </w: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63DD7">
              <w:rPr>
                <w:rFonts w:ascii="Corbel" w:hAnsi="Corbel"/>
                <w:b w:val="0"/>
                <w:sz w:val="24"/>
                <w:szCs w:val="24"/>
              </w:rPr>
              <w:t>ychowawczej.</w:t>
            </w:r>
          </w:p>
        </w:tc>
      </w:tr>
      <w:tr w:rsidR="00DB7A3E" w:rsidRPr="009C54AE" w:rsidTr="00DB7A3E">
        <w:tc>
          <w:tcPr>
            <w:tcW w:w="851" w:type="dxa"/>
            <w:vAlign w:val="center"/>
          </w:tcPr>
          <w:p w:rsidR="00DB7A3E" w:rsidRPr="00BE3CC0" w:rsidRDefault="00DB7A3E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DB7A3E" w:rsidRPr="00063DD7" w:rsidRDefault="00DB7A3E" w:rsidP="00C71D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3DD7">
              <w:rPr>
                <w:rFonts w:ascii="Corbel" w:hAnsi="Corbel"/>
                <w:sz w:val="24"/>
                <w:szCs w:val="24"/>
              </w:rPr>
              <w:t>Rozwijanie wrażliwości na problemy pojawiające się w pracy opiekuńczo-wychowawczej i umiejętności rozwiązywania ich.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3E29" w:rsidRPr="009C54AE" w:rsidTr="005E6E85">
        <w:tc>
          <w:tcPr>
            <w:tcW w:w="1701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E3E29" w:rsidRPr="00BE3CC0" w:rsidRDefault="004601A3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założenia metodyczne dotyczące oddziaływań opiekuńczo-wychowawczych w różnych środowiskach, odnosząc je do ich specyfiki i procesów w nich zachodzących. </w:t>
            </w:r>
          </w:p>
        </w:tc>
        <w:tc>
          <w:tcPr>
            <w:tcW w:w="1873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</w:t>
            </w:r>
            <w:r w:rsidR="004601A3"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9A5182" w:rsidRPr="009C54AE" w:rsidTr="005E6E85">
        <w:tc>
          <w:tcPr>
            <w:tcW w:w="1701" w:type="dxa"/>
          </w:tcPr>
          <w:p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9A5182" w:rsidRDefault="004601A3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Uzasadni konieczność zróżnicowania metodyki oddziaływań opiekuńczo-wychowawczych ze względu na cechy oraz potrzeby podopiecznych-wychowanków. </w:t>
            </w:r>
          </w:p>
        </w:tc>
        <w:tc>
          <w:tcPr>
            <w:tcW w:w="1873" w:type="dxa"/>
          </w:tcPr>
          <w:p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</w:t>
            </w:r>
            <w:r w:rsidR="004601A3">
              <w:rPr>
                <w:rFonts w:ascii="Corbel" w:hAnsi="Corbel"/>
                <w:b w:val="0"/>
                <w:szCs w:val="24"/>
              </w:rPr>
              <w:t>9</w:t>
            </w:r>
          </w:p>
        </w:tc>
      </w:tr>
      <w:tr w:rsidR="009A5182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A5182" w:rsidRPr="00BE3CC0" w:rsidRDefault="004601A3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charakterystyczne cechy różnych sytuacji opiekuńczo-wychowawczych oraz zjawiska społeczne stanowiące ich uwarunkowania.  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 w:rsidR="004601A3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9A5182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A5182" w:rsidRPr="00BE3CC0" w:rsidRDefault="004601A3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Przygotuje i zaprezentuje propozycje zajęć opiekuńczo-wychowawczych adresowanych do dzieci i młodzieży, omówi kryteria ich ewaluacji i oceny. 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 w:rsidR="004601A3"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9A5182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A5182" w:rsidRPr="00BE3CC0" w:rsidRDefault="004601A3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możliwości </w:t>
            </w:r>
            <w:r w:rsidR="00F40648">
              <w:rPr>
                <w:rFonts w:ascii="Corbel" w:hAnsi="Corbel"/>
                <w:b w:val="0"/>
                <w:smallCaps w:val="0"/>
                <w:szCs w:val="24"/>
              </w:rPr>
              <w:t>oddziaływań opiekuńczo-wychowawczych w środowisku lokalnym, uzasadni konieczność oparcia ich na wiedzy pedagogicznej.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K_K0</w:t>
            </w:r>
            <w:r w:rsidR="004601A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</w:t>
      </w:r>
      <w:r w:rsidR="00BB5C74" w:rsidRPr="00BB5C74">
        <w:rPr>
          <w:rFonts w:ascii="Corbel" w:hAnsi="Corbel"/>
          <w:sz w:val="24"/>
          <w:szCs w:val="24"/>
        </w:rPr>
        <w:t>blematyka ćwiczeń audytoryjnych</w:t>
      </w:r>
    </w:p>
    <w:p w:rsidR="00BB5C74" w:rsidRPr="00BB5C74" w:rsidRDefault="00BB5C74" w:rsidP="00BB5C7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0648" w:rsidRPr="009C54AE" w:rsidTr="00923D7D">
        <w:tc>
          <w:tcPr>
            <w:tcW w:w="9639" w:type="dxa"/>
          </w:tcPr>
          <w:p w:rsidR="00F40648" w:rsidRPr="003C300D" w:rsidRDefault="00F40648" w:rsidP="00F4064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lastRenderedPageBreak/>
              <w:t xml:space="preserve">Metodyka pracy opiekuńczo-wychowawczej a </w:t>
            </w:r>
            <w:r>
              <w:rPr>
                <w:rFonts w:ascii="Corbel" w:hAnsi="Corbel" w:cs="Arial"/>
                <w:sz w:val="24"/>
                <w:szCs w:val="24"/>
              </w:rPr>
              <w:t xml:space="preserve">teoria wychowania i </w:t>
            </w:r>
            <w:r w:rsidRPr="003C300D">
              <w:rPr>
                <w:rFonts w:ascii="Corbel" w:hAnsi="Corbel" w:cs="Arial"/>
                <w:sz w:val="24"/>
                <w:szCs w:val="24"/>
              </w:rPr>
              <w:t xml:space="preserve">pedagogika opiekuńcza. </w:t>
            </w:r>
          </w:p>
        </w:tc>
      </w:tr>
      <w:tr w:rsidR="00F40648" w:rsidRPr="009C54AE" w:rsidTr="00923D7D">
        <w:tc>
          <w:tcPr>
            <w:tcW w:w="9639" w:type="dxa"/>
          </w:tcPr>
          <w:p w:rsidR="00F40648" w:rsidRPr="003C300D" w:rsidRDefault="00F40648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>Podstawowe warunki efektywności pracy opiekuńczo-wychowawczej. Zasady wychowania opiekuńczego i ich realizacja w praktyce.</w:t>
            </w:r>
          </w:p>
        </w:tc>
      </w:tr>
      <w:tr w:rsidR="00F40648" w:rsidRPr="009C54AE" w:rsidTr="00923D7D">
        <w:tc>
          <w:tcPr>
            <w:tcW w:w="9639" w:type="dxa"/>
          </w:tcPr>
          <w:p w:rsidR="00F40648" w:rsidRPr="003C300D" w:rsidRDefault="00F40648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>Metody i formy pracy opiekuńczo-wychowawczej</w:t>
            </w:r>
            <w:r>
              <w:rPr>
                <w:rFonts w:ascii="Corbel" w:hAnsi="Corbel" w:cs="Arial"/>
                <w:sz w:val="24"/>
                <w:szCs w:val="24"/>
              </w:rPr>
              <w:t xml:space="preserve">  w różnych środowiskach.</w:t>
            </w:r>
            <w:r w:rsidRPr="003C300D">
              <w:rPr>
                <w:rFonts w:ascii="Corbel" w:hAnsi="Corbel" w:cs="Arial"/>
                <w:sz w:val="24"/>
                <w:szCs w:val="24"/>
              </w:rPr>
              <w:t xml:space="preserve">. </w:t>
            </w:r>
          </w:p>
        </w:tc>
      </w:tr>
      <w:tr w:rsidR="00F40648" w:rsidRPr="009C54AE" w:rsidTr="00923D7D">
        <w:tc>
          <w:tcPr>
            <w:tcW w:w="9639" w:type="dxa"/>
          </w:tcPr>
          <w:p w:rsidR="00F40648" w:rsidRPr="003C300D" w:rsidRDefault="00F40648" w:rsidP="00F4064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Metody i zasady stymulowania </w:t>
            </w:r>
            <w:r w:rsidRPr="003C300D">
              <w:rPr>
                <w:rFonts w:ascii="Corbel" w:hAnsi="Corbel" w:cs="Arial"/>
                <w:sz w:val="24"/>
                <w:szCs w:val="24"/>
              </w:rPr>
              <w:t>rozwoju umysłowego wychowanków.</w:t>
            </w:r>
          </w:p>
        </w:tc>
      </w:tr>
      <w:tr w:rsidR="00F40648" w:rsidRPr="009C54AE" w:rsidTr="00923D7D">
        <w:tc>
          <w:tcPr>
            <w:tcW w:w="9639" w:type="dxa"/>
          </w:tcPr>
          <w:p w:rsidR="00F40648" w:rsidRPr="003C300D" w:rsidRDefault="00F40648" w:rsidP="00C71DD4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>Czas wolny i jego opiekuńczo-wychowawcze znaczenie. Metodyka organizacji zajęć w czasie wolnym. Prowadzenie przez studentów zajęć z zakresu organizacji czasu wolnego.</w:t>
            </w:r>
          </w:p>
        </w:tc>
      </w:tr>
      <w:tr w:rsidR="00542D9B" w:rsidRPr="009C54AE" w:rsidTr="00923D7D">
        <w:tc>
          <w:tcPr>
            <w:tcW w:w="9639" w:type="dxa"/>
          </w:tcPr>
          <w:p w:rsidR="00542D9B" w:rsidRPr="003C300D" w:rsidRDefault="00542D9B" w:rsidP="00C71DD4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Metody</w:t>
            </w:r>
            <w:r w:rsidRPr="003C300D">
              <w:rPr>
                <w:rFonts w:ascii="Corbel" w:hAnsi="Corbel" w:cs="Arial"/>
                <w:sz w:val="24"/>
                <w:szCs w:val="24"/>
              </w:rPr>
              <w:t xml:space="preserve"> i zasady rozwoju zainteresowań wychowanków w placówce opiekuńczo-wychowawczej.</w:t>
            </w:r>
          </w:p>
        </w:tc>
      </w:tr>
      <w:tr w:rsidR="00F40648" w:rsidRPr="009C54AE" w:rsidTr="00923D7D">
        <w:tc>
          <w:tcPr>
            <w:tcW w:w="9639" w:type="dxa"/>
          </w:tcPr>
          <w:p w:rsidR="00F40648" w:rsidRPr="003C300D" w:rsidRDefault="00F40648" w:rsidP="00F4064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Metodyka pracy z </w:t>
            </w:r>
            <w:r w:rsidRPr="003C300D">
              <w:rPr>
                <w:rFonts w:ascii="Corbel" w:hAnsi="Corbel" w:cs="Arial"/>
                <w:sz w:val="24"/>
                <w:szCs w:val="24"/>
              </w:rPr>
              <w:t>samorząd</w:t>
            </w:r>
            <w:r>
              <w:rPr>
                <w:rFonts w:ascii="Corbel" w:hAnsi="Corbel" w:cs="Arial"/>
                <w:sz w:val="24"/>
                <w:szCs w:val="24"/>
              </w:rPr>
              <w:t>em wychowanków.</w:t>
            </w:r>
            <w:r w:rsidRPr="003C300D">
              <w:rPr>
                <w:rFonts w:ascii="Corbel" w:hAnsi="Corbel" w:cs="Arial"/>
                <w:sz w:val="24"/>
                <w:szCs w:val="24"/>
              </w:rPr>
              <w:t xml:space="preserve"> </w:t>
            </w:r>
          </w:p>
        </w:tc>
      </w:tr>
      <w:tr w:rsidR="00F40648" w:rsidRPr="009C54AE" w:rsidTr="00923D7D">
        <w:tc>
          <w:tcPr>
            <w:tcW w:w="9639" w:type="dxa"/>
          </w:tcPr>
          <w:p w:rsidR="00F40648" w:rsidRPr="003C300D" w:rsidRDefault="00F40648" w:rsidP="00F4064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C300D">
              <w:rPr>
                <w:rFonts w:ascii="Corbel" w:hAnsi="Corbel"/>
                <w:sz w:val="24"/>
                <w:szCs w:val="24"/>
              </w:rPr>
              <w:t xml:space="preserve">Współpraca placówki opiekuńczo-wychowawczej z rodziną wychowanka. Zasady </w:t>
            </w:r>
            <w:r>
              <w:rPr>
                <w:rFonts w:ascii="Corbel" w:hAnsi="Corbel"/>
                <w:sz w:val="24"/>
                <w:szCs w:val="24"/>
              </w:rPr>
              <w:t xml:space="preserve">i metody </w:t>
            </w:r>
            <w:r w:rsidRPr="003C300D">
              <w:rPr>
                <w:rFonts w:ascii="Corbel" w:hAnsi="Corbel"/>
                <w:sz w:val="24"/>
                <w:szCs w:val="24"/>
              </w:rPr>
              <w:t xml:space="preserve">organizacji skutecznych oddziaływań psychoedukacyjnych adresowanych do rodziców. </w:t>
            </w:r>
          </w:p>
        </w:tc>
      </w:tr>
      <w:tr w:rsidR="00F40648" w:rsidRPr="009C54AE" w:rsidTr="00923D7D">
        <w:tc>
          <w:tcPr>
            <w:tcW w:w="9639" w:type="dxa"/>
          </w:tcPr>
          <w:p w:rsidR="00F40648" w:rsidRPr="003C300D" w:rsidRDefault="00F40648" w:rsidP="00C71DD4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>Planowanie pracy opiekuńczo-wychowawczej. Rodzaje planów pracy w placówkach opiekuńczo-wychowawczych, cechy dobrego planu pracy. Indywidualny plan pracy z wychowankiem – znaczenie, metodyczne założenia.</w:t>
            </w:r>
          </w:p>
        </w:tc>
      </w:tr>
      <w:tr w:rsidR="00F40648" w:rsidRPr="009C54AE" w:rsidTr="00923D7D">
        <w:tc>
          <w:tcPr>
            <w:tcW w:w="9639" w:type="dxa"/>
          </w:tcPr>
          <w:p w:rsidR="00F40648" w:rsidRPr="003C300D" w:rsidRDefault="00F40648" w:rsidP="00C71DD4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3C300D">
              <w:rPr>
                <w:rFonts w:ascii="Corbel" w:hAnsi="Corbel"/>
                <w:bCs/>
                <w:sz w:val="24"/>
                <w:szCs w:val="24"/>
              </w:rPr>
              <w:t>Metodyczne postępowanie w sytuacjach kryzysowych podopiecznych rodzinnej i instytucjonalnej pieczy zastępczej.</w:t>
            </w:r>
          </w:p>
        </w:tc>
      </w:tr>
      <w:tr w:rsidR="00F40648" w:rsidRPr="009C54AE" w:rsidTr="00923D7D">
        <w:tc>
          <w:tcPr>
            <w:tcW w:w="9639" w:type="dxa"/>
          </w:tcPr>
          <w:p w:rsidR="00F40648" w:rsidRPr="003C300D" w:rsidRDefault="00F40648" w:rsidP="00C71DD4">
            <w:pPr>
              <w:spacing w:after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Metodyka pracy asystenta rodziny.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E3E29" w:rsidRPr="00B526C2" w:rsidRDefault="002E3E29" w:rsidP="002E3E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>Ćwiczenia: dyskusja, analiza tekstów z dyskusją, rozwiązywania zadań, praca w grupach</w:t>
      </w:r>
    </w:p>
    <w:p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2E3E29" w:rsidRPr="001B1845" w:rsidRDefault="002E3E29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:rsidR="002E3E29" w:rsidRPr="001B1845" w:rsidRDefault="000C73EE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2E3E29" w:rsidRPr="001B1845" w:rsidRDefault="002E3E29" w:rsidP="00F4064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2E3E29" w:rsidRPr="001B1845" w:rsidRDefault="000C73EE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E3E29" w:rsidRPr="001B1845" w:rsidRDefault="002E3E29" w:rsidP="00F4064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F40648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:rsidR="002E3E29" w:rsidRPr="001B1845" w:rsidRDefault="000C73EE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2E3E29" w:rsidRPr="001B1845" w:rsidRDefault="002E3E29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zajęć, praca projektowa</w:t>
            </w:r>
          </w:p>
        </w:tc>
        <w:tc>
          <w:tcPr>
            <w:tcW w:w="2126" w:type="dxa"/>
          </w:tcPr>
          <w:p w:rsidR="002E3E29" w:rsidRPr="001B1845" w:rsidRDefault="000C73EE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2E3E29" w:rsidRPr="001B1845" w:rsidRDefault="002E3E29" w:rsidP="00F4064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2E3E29" w:rsidRPr="001B1845" w:rsidRDefault="000C73EE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9C54AE" w:rsidTr="001A0066">
        <w:tc>
          <w:tcPr>
            <w:tcW w:w="9670" w:type="dxa"/>
          </w:tcPr>
          <w:p w:rsidR="001A0066" w:rsidRPr="00511CE9" w:rsidRDefault="001A0066" w:rsidP="00F406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  <w:r w:rsidR="00E56AC1">
              <w:rPr>
                <w:rFonts w:ascii="Corbel" w:hAnsi="Corbel"/>
                <w:b w:val="0"/>
                <w:smallCaps w:val="0"/>
                <w:szCs w:val="24"/>
              </w:rPr>
              <w:t xml:space="preserve"> a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ktywny udział w zajęciach,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kolokwium pisemnego, 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pozytywnie ocenione prowadzenie zajęć na ćwiczeniach,  pozytywnie oceniona praca projektowa – program pracy wychowawczej </w:t>
            </w:r>
            <w:r w:rsidR="00F40648">
              <w:rPr>
                <w:rFonts w:ascii="Corbel" w:hAnsi="Corbel"/>
                <w:b w:val="0"/>
                <w:smallCaps w:val="0"/>
                <w:szCs w:val="24"/>
              </w:rPr>
              <w:t>z wybraną grupą podopiecznych-wychowanków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456DE9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456DE9">
              <w:t xml:space="preserve"> </w:t>
            </w:r>
            <w:r w:rsidR="009C1331">
              <w:t> </w:t>
            </w:r>
            <w:r w:rsidR="0045729E" w:rsidRPr="009C1331">
              <w:t>harmonogramu</w:t>
            </w:r>
            <w:r w:rsidR="00456DE9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F406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E56AC1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E56AC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D97B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D97B58">
              <w:rPr>
                <w:rFonts w:ascii="Corbel" w:hAnsi="Corbel"/>
                <w:sz w:val="24"/>
                <w:szCs w:val="24"/>
              </w:rPr>
              <w:t xml:space="preserve">przygotowanie do kolokwium , </w:t>
            </w:r>
            <w:r w:rsidR="00E56AC1">
              <w:rPr>
                <w:rFonts w:ascii="Corbel" w:hAnsi="Corbel"/>
                <w:sz w:val="24"/>
                <w:szCs w:val="24"/>
              </w:rPr>
              <w:t>przygotowanie samodzielnie prowadzonych zajęć, przygotowanie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E56AC1">
              <w:rPr>
                <w:rFonts w:ascii="Corbel" w:hAnsi="Corbel"/>
                <w:sz w:val="24"/>
                <w:szCs w:val="24"/>
              </w:rPr>
              <w:t>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D97B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213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406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F406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</w:t>
      </w:r>
      <w:r w:rsidR="00F40648">
        <w:rPr>
          <w:rFonts w:ascii="Corbel" w:hAnsi="Corbel"/>
          <w:b w:val="0"/>
          <w:i/>
          <w:smallCaps w:val="0"/>
          <w:szCs w:val="24"/>
        </w:rPr>
        <w:t>55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C4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41093" w:rsidRPr="00472C42" w:rsidRDefault="00C41093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97B58" w:rsidRDefault="00D97B5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sz w:val="24"/>
                <w:szCs w:val="24"/>
              </w:rPr>
              <w:t xml:space="preserve">Gajewska G.,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Pedagogika opiekuńcza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i jej metodyka. Wybrane zagadnienia teorii, metodyki i praktyki opiekuńczo-wychowawczej</w:t>
            </w:r>
            <w:r w:rsidRPr="002343EF">
              <w:rPr>
                <w:rFonts w:ascii="Corbel" w:hAnsi="Corbel"/>
                <w:iCs/>
                <w:sz w:val="24"/>
                <w:szCs w:val="24"/>
              </w:rPr>
              <w:t>,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2343EF">
              <w:rPr>
                <w:rFonts w:ascii="Corbel" w:hAnsi="Corbel"/>
                <w:sz w:val="24"/>
                <w:szCs w:val="24"/>
              </w:rPr>
              <w:t>Zielona Góra 2004.</w:t>
            </w:r>
          </w:p>
          <w:p w:rsidR="00D97B58" w:rsidRDefault="00D97B5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sz w:val="24"/>
                <w:szCs w:val="24"/>
              </w:rPr>
              <w:t xml:space="preserve">Gajewska G.,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Pedagogika opiekuńcza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Elementy metodyki, </w:t>
            </w:r>
            <w:r>
              <w:rPr>
                <w:rFonts w:ascii="Corbel" w:hAnsi="Corbel"/>
                <w:sz w:val="24"/>
                <w:szCs w:val="24"/>
              </w:rPr>
              <w:t>Zielona Góra 2006</w:t>
            </w:r>
            <w:r w:rsidRPr="002343EF">
              <w:rPr>
                <w:rFonts w:ascii="Corbel" w:hAnsi="Corbel"/>
                <w:sz w:val="24"/>
                <w:szCs w:val="24"/>
              </w:rPr>
              <w:t>.</w:t>
            </w:r>
          </w:p>
          <w:p w:rsidR="00D97B58" w:rsidRPr="00D97B58" w:rsidRDefault="00D97B5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Górnicka B., </w:t>
            </w:r>
            <w:r>
              <w:rPr>
                <w:rFonts w:ascii="Corbel" w:hAnsi="Corbel"/>
                <w:i/>
                <w:sz w:val="24"/>
                <w:szCs w:val="24"/>
              </w:rPr>
              <w:t>Metodyka pracy opiekuńczo-wychowawczej. Wybrane zagadnienia. Podręcznik akademicki</w:t>
            </w:r>
            <w:r>
              <w:rPr>
                <w:rFonts w:ascii="Corbel" w:hAnsi="Corbel"/>
                <w:sz w:val="24"/>
                <w:szCs w:val="24"/>
              </w:rPr>
              <w:t>, Zielona Góra 2017.</w:t>
            </w:r>
          </w:p>
          <w:p w:rsidR="00D97B58" w:rsidRPr="002343EF" w:rsidRDefault="00D97B5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i/>
                <w:sz w:val="24"/>
                <w:szCs w:val="24"/>
              </w:rPr>
              <w:t>Grupa bawi się i pracuje. Zbiór grupowych gier i ćwiczeń psychologicznych</w:t>
            </w:r>
            <w:r w:rsidRPr="002343EF">
              <w:rPr>
                <w:rFonts w:ascii="Corbel" w:hAnsi="Corbel"/>
                <w:sz w:val="24"/>
                <w:szCs w:val="24"/>
              </w:rPr>
              <w:t>, Wałbrzych 1994.</w:t>
            </w:r>
          </w:p>
          <w:p w:rsidR="00D97B58" w:rsidRPr="002343EF" w:rsidRDefault="00D97B5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i/>
                <w:sz w:val="24"/>
                <w:szCs w:val="24"/>
              </w:rPr>
              <w:t>Grupa bawi się i pracuje. Zbiór grupowych gier i ćwiczeń psychologicznych</w:t>
            </w:r>
            <w:r w:rsidRPr="002343EF">
              <w:rPr>
                <w:rFonts w:ascii="Corbel" w:hAnsi="Corbel"/>
                <w:sz w:val="24"/>
                <w:szCs w:val="24"/>
              </w:rPr>
              <w:t>, część II, Wałbrzych 2000.</w:t>
            </w:r>
          </w:p>
          <w:p w:rsidR="00D97B58" w:rsidRDefault="00D97B58" w:rsidP="00D97B5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sz w:val="24"/>
                <w:szCs w:val="24"/>
              </w:rPr>
              <w:t xml:space="preserve">Kamińska U.,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Zarys metodyki pracy opiekuńczo-wychowawczej w rodzinnych i instytucjonalnych formach wychowania</w:t>
            </w:r>
            <w:r w:rsidRPr="002343EF">
              <w:rPr>
                <w:rFonts w:ascii="Corbel" w:hAnsi="Corbel"/>
                <w:sz w:val="24"/>
                <w:szCs w:val="24"/>
              </w:rPr>
              <w:t>, Katowice 2002.</w:t>
            </w:r>
          </w:p>
          <w:p w:rsidR="00D97B58" w:rsidRPr="00457B58" w:rsidRDefault="00D97B58" w:rsidP="00D97B58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 xml:space="preserve">Kamiński A., Jezierska B., Kołodziejczak L.,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Funkcjonowanie placówek socjalizacyjnych i resocjalizacyjnych w aspekcie organizacyjnym i metodycznym</w:t>
            </w:r>
            <w:r>
              <w:rPr>
                <w:rFonts w:ascii="Corbel" w:hAnsi="Corbel"/>
                <w:iCs/>
                <w:sz w:val="24"/>
                <w:szCs w:val="24"/>
              </w:rPr>
              <w:t>, Wrocław 2016.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:rsidR="00D97B58" w:rsidRPr="002343EF" w:rsidRDefault="00D97B5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Teoria wychowania w zarysie</w:t>
            </w:r>
            <w:r w:rsidRPr="002343EF">
              <w:rPr>
                <w:rFonts w:ascii="Corbel" w:hAnsi="Corbel"/>
                <w:sz w:val="24"/>
                <w:szCs w:val="24"/>
              </w:rPr>
              <w:t>, Kraków 2003.</w:t>
            </w:r>
          </w:p>
          <w:p w:rsidR="001A0066" w:rsidRPr="00472C42" w:rsidRDefault="00D97B5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W poszukiwaniu skutecznych form wychowania</w:t>
            </w:r>
            <w:r w:rsidRPr="002343E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343EF">
              <w:rPr>
                <w:rFonts w:ascii="Corbel" w:hAnsi="Corbel"/>
                <w:sz w:val="24"/>
                <w:szCs w:val="24"/>
              </w:rPr>
              <w:br/>
              <w:t>Warszawa 1990.</w:t>
            </w:r>
          </w:p>
        </w:tc>
      </w:tr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Default="001A0066" w:rsidP="00B10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0FB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C41093" w:rsidRPr="00B10FB7" w:rsidRDefault="00C41093" w:rsidP="00B10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97B58" w:rsidRPr="00B10FB7" w:rsidRDefault="00D97B58" w:rsidP="00B10FB7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Babiuch M., </w:t>
            </w:r>
            <w:r w:rsidRPr="00B10FB7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B10FB7">
              <w:rPr>
                <w:rFonts w:ascii="Corbel" w:hAnsi="Corbel"/>
                <w:sz w:val="24"/>
                <w:szCs w:val="24"/>
              </w:rPr>
              <w:t>Warszawa 2002.</w:t>
            </w:r>
          </w:p>
          <w:p w:rsidR="00D97B58" w:rsidRPr="00B10FB7" w:rsidRDefault="00D97B58" w:rsidP="00B10FB7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B10FB7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B10FB7">
              <w:rPr>
                <w:rFonts w:ascii="Corbel" w:hAnsi="Corbel"/>
                <w:sz w:val="24"/>
                <w:szCs w:val="24"/>
              </w:rPr>
              <w:t xml:space="preserve">, Gdańsk 2004. </w:t>
            </w:r>
          </w:p>
          <w:p w:rsidR="00D97B58" w:rsidRPr="00B10FB7" w:rsidRDefault="00D97B58" w:rsidP="00B10FB7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Domaradzki P., Krzyszkowski J.,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Wsparcie dziecka w rodzinie i pieczy zastępczej. Ujęcie praktyczne</w:t>
            </w:r>
            <w:r w:rsidRPr="00B10FB7">
              <w:rPr>
                <w:rFonts w:ascii="Corbel" w:hAnsi="Corbel"/>
                <w:sz w:val="24"/>
                <w:szCs w:val="24"/>
              </w:rPr>
              <w:t>, Łódź 2016.</w:t>
            </w:r>
          </w:p>
          <w:p w:rsidR="00D97B58" w:rsidRPr="00B10FB7" w:rsidRDefault="00D97B58" w:rsidP="00B10FB7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Faber A., Mazlish E., </w:t>
            </w:r>
            <w:r w:rsidRPr="00B10FB7">
              <w:rPr>
                <w:rFonts w:ascii="Corbel" w:hAnsi="Corbel"/>
                <w:i/>
                <w:iCs/>
                <w:sz w:val="24"/>
                <w:szCs w:val="24"/>
              </w:rPr>
              <w:t>Jak mówić, żeby dzieci nas słuchały. Jak słuchać, żeby dzieci do nas mówiły</w:t>
            </w:r>
            <w:r w:rsidRPr="00B10FB7">
              <w:rPr>
                <w:rFonts w:ascii="Corbel" w:hAnsi="Corbel"/>
                <w:sz w:val="24"/>
                <w:szCs w:val="24"/>
              </w:rPr>
              <w:t>, Poznań 1993.</w:t>
            </w:r>
          </w:p>
          <w:p w:rsidR="00D97B58" w:rsidRPr="00B10FB7" w:rsidRDefault="00D97B58" w:rsidP="00B10FB7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Griesbeck J.,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Zabawy dla grup</w:t>
            </w:r>
            <w:r w:rsidRPr="00B10FB7">
              <w:rPr>
                <w:rFonts w:ascii="Corbel" w:hAnsi="Corbel"/>
                <w:sz w:val="24"/>
                <w:szCs w:val="24"/>
              </w:rPr>
              <w:t>, Kielce 1999.</w:t>
            </w:r>
          </w:p>
          <w:p w:rsidR="00D97B58" w:rsidRPr="00B10FB7" w:rsidRDefault="00D97B58" w:rsidP="00B10FB7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Krasiejko I.,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Metodyka działania asystenta rodziny. Różne modele pracy socjalnej i terapeutycznej z rodziną</w:t>
            </w:r>
            <w:r w:rsidRPr="00B10FB7">
              <w:rPr>
                <w:rFonts w:ascii="Corbel" w:hAnsi="Corbel"/>
                <w:sz w:val="24"/>
                <w:szCs w:val="24"/>
              </w:rPr>
              <w:t>, Katowice 2012.</w:t>
            </w:r>
          </w:p>
          <w:p w:rsidR="001A0066" w:rsidRPr="00B10FB7" w:rsidRDefault="00D97B58" w:rsidP="00B10FB7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Nelsen J.,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Pozytywna dyscyplina</w:t>
            </w:r>
            <w:r w:rsidRPr="00B10FB7">
              <w:rPr>
                <w:rFonts w:ascii="Corbel" w:hAnsi="Corbel"/>
                <w:sz w:val="24"/>
                <w:szCs w:val="24"/>
              </w:rPr>
              <w:t>, Warszawa 2015.</w:t>
            </w:r>
          </w:p>
          <w:p w:rsidR="00B10FB7" w:rsidRPr="00B10FB7" w:rsidRDefault="00B10FB7" w:rsidP="00B10FB7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B10FB7">
              <w:rPr>
                <w:rFonts w:ascii="Corbel" w:hAnsi="Corbel"/>
                <w:i/>
                <w:iCs/>
                <w:sz w:val="24"/>
                <w:szCs w:val="24"/>
              </w:rPr>
              <w:t>Wsparcie rodziny we współczesnej Polsce. Wybrane aspekty</w:t>
            </w:r>
            <w:r w:rsidRPr="00B10FB7">
              <w:rPr>
                <w:rFonts w:ascii="Corbel" w:hAnsi="Corbel"/>
                <w:iCs/>
                <w:sz w:val="24"/>
                <w:szCs w:val="24"/>
              </w:rPr>
              <w:t>, red. W. Walc, Rzeszów 2016.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C62" w:rsidRDefault="00F91C62" w:rsidP="00C16ABF">
      <w:pPr>
        <w:spacing w:after="0" w:line="240" w:lineRule="auto"/>
      </w:pPr>
      <w:r>
        <w:separator/>
      </w:r>
    </w:p>
  </w:endnote>
  <w:endnote w:type="continuationSeparator" w:id="0">
    <w:p w:rsidR="00F91C62" w:rsidRDefault="00F91C6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C62" w:rsidRDefault="00F91C62" w:rsidP="00C16ABF">
      <w:pPr>
        <w:spacing w:after="0" w:line="240" w:lineRule="auto"/>
      </w:pPr>
      <w:r>
        <w:separator/>
      </w:r>
    </w:p>
  </w:footnote>
  <w:footnote w:type="continuationSeparator" w:id="0">
    <w:p w:rsidR="00F91C62" w:rsidRDefault="00F91C6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2A33"/>
    <w:rsid w:val="000B3E37"/>
    <w:rsid w:val="000C73EE"/>
    <w:rsid w:val="000D04B0"/>
    <w:rsid w:val="000F1C57"/>
    <w:rsid w:val="000F5615"/>
    <w:rsid w:val="00103B54"/>
    <w:rsid w:val="00106A9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0066"/>
    <w:rsid w:val="001A70D2"/>
    <w:rsid w:val="001D657B"/>
    <w:rsid w:val="001D7B54"/>
    <w:rsid w:val="001E0209"/>
    <w:rsid w:val="001F2CA2"/>
    <w:rsid w:val="00201CCD"/>
    <w:rsid w:val="002144C0"/>
    <w:rsid w:val="00222C62"/>
    <w:rsid w:val="0022477D"/>
    <w:rsid w:val="00224B52"/>
    <w:rsid w:val="002278A9"/>
    <w:rsid w:val="002336F9"/>
    <w:rsid w:val="0024028F"/>
    <w:rsid w:val="00241BC3"/>
    <w:rsid w:val="00244ABC"/>
    <w:rsid w:val="00281FF2"/>
    <w:rsid w:val="002857DE"/>
    <w:rsid w:val="00291567"/>
    <w:rsid w:val="00292941"/>
    <w:rsid w:val="002A22BF"/>
    <w:rsid w:val="002A2389"/>
    <w:rsid w:val="002A671D"/>
    <w:rsid w:val="002B4D55"/>
    <w:rsid w:val="002B5EA0"/>
    <w:rsid w:val="002B6119"/>
    <w:rsid w:val="002C1F06"/>
    <w:rsid w:val="002D16EC"/>
    <w:rsid w:val="002D3375"/>
    <w:rsid w:val="002D73D4"/>
    <w:rsid w:val="002E3E29"/>
    <w:rsid w:val="002F02A3"/>
    <w:rsid w:val="002F4ABE"/>
    <w:rsid w:val="003018BA"/>
    <w:rsid w:val="0030395F"/>
    <w:rsid w:val="00305C92"/>
    <w:rsid w:val="003151C5"/>
    <w:rsid w:val="003343CF"/>
    <w:rsid w:val="003409B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70F"/>
    <w:rsid w:val="00414E3C"/>
    <w:rsid w:val="0042244A"/>
    <w:rsid w:val="0042745A"/>
    <w:rsid w:val="00431D5C"/>
    <w:rsid w:val="004362C6"/>
    <w:rsid w:val="00437FA2"/>
    <w:rsid w:val="00445970"/>
    <w:rsid w:val="00456DE9"/>
    <w:rsid w:val="0045729E"/>
    <w:rsid w:val="004601A3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1C19"/>
    <w:rsid w:val="00542D9B"/>
    <w:rsid w:val="00543ACC"/>
    <w:rsid w:val="0054676F"/>
    <w:rsid w:val="0056696D"/>
    <w:rsid w:val="00573EF9"/>
    <w:rsid w:val="005815E2"/>
    <w:rsid w:val="0059484D"/>
    <w:rsid w:val="005A0116"/>
    <w:rsid w:val="005A0855"/>
    <w:rsid w:val="005A3196"/>
    <w:rsid w:val="005C080F"/>
    <w:rsid w:val="005C55E5"/>
    <w:rsid w:val="005C696A"/>
    <w:rsid w:val="005C7FB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2FA6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56B"/>
    <w:rsid w:val="00724677"/>
    <w:rsid w:val="00725459"/>
    <w:rsid w:val="007327BD"/>
    <w:rsid w:val="00734608"/>
    <w:rsid w:val="007420DC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90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1C9"/>
    <w:rsid w:val="008E64F4"/>
    <w:rsid w:val="008F12C9"/>
    <w:rsid w:val="008F6E29"/>
    <w:rsid w:val="00913BB4"/>
    <w:rsid w:val="00916188"/>
    <w:rsid w:val="00923D7D"/>
    <w:rsid w:val="009508DF"/>
    <w:rsid w:val="00950DAC"/>
    <w:rsid w:val="00954A07"/>
    <w:rsid w:val="00997F14"/>
    <w:rsid w:val="009A14AB"/>
    <w:rsid w:val="009A5182"/>
    <w:rsid w:val="009A6C2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63A"/>
    <w:rsid w:val="00B06142"/>
    <w:rsid w:val="00B10FB7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3B5"/>
    <w:rsid w:val="00BA62F5"/>
    <w:rsid w:val="00BB520A"/>
    <w:rsid w:val="00BB5C7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033"/>
    <w:rsid w:val="00C36992"/>
    <w:rsid w:val="00C40335"/>
    <w:rsid w:val="00C41093"/>
    <w:rsid w:val="00C56036"/>
    <w:rsid w:val="00C61DC5"/>
    <w:rsid w:val="00C67E92"/>
    <w:rsid w:val="00C70A26"/>
    <w:rsid w:val="00C718E4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602"/>
    <w:rsid w:val="00D8678B"/>
    <w:rsid w:val="00D97B58"/>
    <w:rsid w:val="00DA2114"/>
    <w:rsid w:val="00DB7A3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60A9"/>
    <w:rsid w:val="00E56AC1"/>
    <w:rsid w:val="00E63348"/>
    <w:rsid w:val="00E77E88"/>
    <w:rsid w:val="00E8107D"/>
    <w:rsid w:val="00E952EC"/>
    <w:rsid w:val="00E960BB"/>
    <w:rsid w:val="00EA2074"/>
    <w:rsid w:val="00EA4832"/>
    <w:rsid w:val="00EA4E9D"/>
    <w:rsid w:val="00EC034A"/>
    <w:rsid w:val="00EC4899"/>
    <w:rsid w:val="00EC5539"/>
    <w:rsid w:val="00ED03AB"/>
    <w:rsid w:val="00ED32D2"/>
    <w:rsid w:val="00EE32DE"/>
    <w:rsid w:val="00EE5457"/>
    <w:rsid w:val="00F070AB"/>
    <w:rsid w:val="00F17567"/>
    <w:rsid w:val="00F27A7B"/>
    <w:rsid w:val="00F40648"/>
    <w:rsid w:val="00F50A6D"/>
    <w:rsid w:val="00F526AF"/>
    <w:rsid w:val="00F617C3"/>
    <w:rsid w:val="00F7066B"/>
    <w:rsid w:val="00F7621C"/>
    <w:rsid w:val="00F83B28"/>
    <w:rsid w:val="00F91C62"/>
    <w:rsid w:val="00F95496"/>
    <w:rsid w:val="00FA46E5"/>
    <w:rsid w:val="00FB7DBA"/>
    <w:rsid w:val="00FC1C25"/>
    <w:rsid w:val="00FC2AF0"/>
    <w:rsid w:val="00FC3F45"/>
    <w:rsid w:val="00FC6B8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EB8CE-39F6-4E95-9FD8-95F19A913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1110</Words>
  <Characters>6663</Characters>
  <Application>Microsoft Office Word</Application>
  <DocSecurity>0</DocSecurity>
  <Lines>55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2019-11-12T14:54:00Z</dcterms:created>
  <dcterms:modified xsi:type="dcterms:W3CDTF">2021-10-01T09:05:00Z</dcterms:modified>
</cp:coreProperties>
</file>